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26FA1" w14:textId="194A9FD3" w:rsidR="00B517F1" w:rsidRDefault="00B517F1" w:rsidP="00B517F1">
      <w:pPr>
        <w:spacing w:line="240" w:lineRule="auto"/>
        <w:ind w:right="-1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Krycí list nabídk</w:t>
      </w:r>
      <w:r w:rsidR="00EE60F2">
        <w:rPr>
          <w:rFonts w:cs="Arial"/>
          <w:b/>
          <w:sz w:val="28"/>
          <w:szCs w:val="28"/>
        </w:rPr>
        <w:t>y</w:t>
      </w:r>
    </w:p>
    <w:p w14:paraId="1E99F9D9" w14:textId="2C221AC7" w:rsidR="00EE60F2" w:rsidRDefault="00EE60F2" w:rsidP="00B517F1">
      <w:pPr>
        <w:spacing w:line="240" w:lineRule="auto"/>
        <w:ind w:right="-1"/>
        <w:jc w:val="center"/>
        <w:rPr>
          <w:rFonts w:cs="Arial"/>
          <w:b/>
          <w:sz w:val="28"/>
          <w:szCs w:val="28"/>
        </w:rPr>
      </w:pPr>
    </w:p>
    <w:p w14:paraId="0641507D" w14:textId="77777777" w:rsidR="00EE60F2" w:rsidRDefault="00EE60F2" w:rsidP="00EE60F2">
      <w:pPr>
        <w:ind w:right="-1"/>
        <w:jc w:val="center"/>
        <w:rPr>
          <w:rFonts w:cs="Arial"/>
          <w:szCs w:val="20"/>
        </w:rPr>
      </w:pPr>
      <w:r w:rsidRPr="0025300D">
        <w:rPr>
          <w:rFonts w:cs="Arial"/>
          <w:b/>
          <w:sz w:val="24"/>
        </w:rPr>
        <w:t>Dynamický nákupní systém na dodávky lůžek pro poskytovatele zdravotních služeb</w:t>
      </w:r>
    </w:p>
    <w:p w14:paraId="1581556C" w14:textId="77777777" w:rsidR="00B517F1" w:rsidRDefault="00B517F1" w:rsidP="00B517F1">
      <w:pPr>
        <w:spacing w:line="240" w:lineRule="auto"/>
        <w:ind w:right="-1"/>
        <w:rPr>
          <w:rFonts w:cs="Arial"/>
          <w:szCs w:val="20"/>
        </w:rPr>
      </w:pPr>
    </w:p>
    <w:tbl>
      <w:tblPr>
        <w:tblW w:w="1006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1"/>
        <w:gridCol w:w="5953"/>
      </w:tblGrid>
      <w:tr w:rsidR="00B517F1" w:rsidRPr="008358EA" w14:paraId="291675AB" w14:textId="77777777" w:rsidTr="00BB7475">
        <w:trPr>
          <w:trHeight w:val="557"/>
        </w:trPr>
        <w:tc>
          <w:tcPr>
            <w:tcW w:w="4111" w:type="dxa"/>
            <w:vAlign w:val="center"/>
          </w:tcPr>
          <w:p w14:paraId="1DB6D339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</w:p>
          <w:p w14:paraId="09D1F406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  <w:r w:rsidRPr="008358EA">
              <w:rPr>
                <w:rFonts w:cs="Arial"/>
                <w:b/>
                <w:sz w:val="20"/>
                <w:szCs w:val="20"/>
              </w:rPr>
              <w:t>Název veřejné zakázky</w:t>
            </w:r>
          </w:p>
          <w:p w14:paraId="568B3423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14:paraId="355C1821" w14:textId="5BE5BED4" w:rsidR="00B517F1" w:rsidRPr="008358EA" w:rsidRDefault="00AE601E" w:rsidP="005A2C7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Výzva č. </w:t>
            </w:r>
            <w:r w:rsidR="009D19DB">
              <w:rPr>
                <w:rFonts w:cs="Arial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: </w:t>
            </w:r>
            <w:r w:rsidR="00BC3DEA">
              <w:rPr>
                <w:rFonts w:cs="Arial"/>
                <w:b/>
                <w:bCs/>
                <w:color w:val="000000"/>
                <w:sz w:val="20"/>
                <w:szCs w:val="20"/>
              </w:rPr>
              <w:t>Dodávka</w:t>
            </w:r>
            <w:r w:rsidR="00221431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214908">
              <w:rPr>
                <w:rFonts w:cs="Arial"/>
                <w:b/>
                <w:bCs/>
                <w:color w:val="000000"/>
                <w:sz w:val="20"/>
                <w:szCs w:val="20"/>
              </w:rPr>
              <w:t>porodních lůžek pro Krajskou zdravotní, a.s.</w:t>
            </w:r>
          </w:p>
        </w:tc>
      </w:tr>
      <w:tr w:rsidR="00B517F1" w:rsidRPr="008358EA" w14:paraId="1A813A0A" w14:textId="77777777" w:rsidTr="00BB7475">
        <w:trPr>
          <w:trHeight w:val="284"/>
        </w:trPr>
        <w:tc>
          <w:tcPr>
            <w:tcW w:w="10064" w:type="dxa"/>
            <w:gridSpan w:val="2"/>
            <w:shd w:val="clear" w:color="auto" w:fill="DBE5F1" w:themeFill="accent1" w:themeFillTint="33"/>
            <w:vAlign w:val="center"/>
          </w:tcPr>
          <w:p w14:paraId="5DACE621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  <w:p w14:paraId="4D0564FE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  <w:r w:rsidRPr="008358EA">
              <w:rPr>
                <w:rFonts w:cs="Arial"/>
                <w:b/>
                <w:sz w:val="20"/>
                <w:szCs w:val="20"/>
              </w:rPr>
              <w:t>Identifikace zadavatele</w:t>
            </w:r>
          </w:p>
          <w:p w14:paraId="6300386B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</w:tc>
      </w:tr>
      <w:tr w:rsidR="00B517F1" w:rsidRPr="008358EA" w14:paraId="60389D56" w14:textId="77777777" w:rsidTr="00BB7475">
        <w:trPr>
          <w:trHeight w:val="397"/>
        </w:trPr>
        <w:tc>
          <w:tcPr>
            <w:tcW w:w="4111" w:type="dxa"/>
            <w:vAlign w:val="center"/>
          </w:tcPr>
          <w:p w14:paraId="6A9C4AF3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</w:p>
          <w:p w14:paraId="08F44AC3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  <w:r w:rsidRPr="008358EA">
              <w:rPr>
                <w:rFonts w:cs="Arial"/>
                <w:b/>
                <w:sz w:val="20"/>
                <w:szCs w:val="20"/>
              </w:rPr>
              <w:t>Název</w:t>
            </w:r>
          </w:p>
          <w:p w14:paraId="1EE4BF55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14:paraId="488CE4F6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  <w:r w:rsidRPr="008358EA">
              <w:rPr>
                <w:rFonts w:cs="Arial"/>
                <w:b/>
                <w:sz w:val="20"/>
                <w:szCs w:val="20"/>
              </w:rPr>
              <w:t>Krajská zdravotní, a.s.</w:t>
            </w:r>
          </w:p>
        </w:tc>
      </w:tr>
      <w:tr w:rsidR="00B517F1" w:rsidRPr="008358EA" w14:paraId="3ADC2CC8" w14:textId="77777777" w:rsidTr="00BB7475">
        <w:trPr>
          <w:trHeight w:val="1024"/>
        </w:trPr>
        <w:tc>
          <w:tcPr>
            <w:tcW w:w="4111" w:type="dxa"/>
            <w:vAlign w:val="center"/>
          </w:tcPr>
          <w:p w14:paraId="76F8E2A0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</w:rPr>
              <w:t>Sídlo</w:t>
            </w:r>
          </w:p>
        </w:tc>
        <w:tc>
          <w:tcPr>
            <w:tcW w:w="5953" w:type="dxa"/>
            <w:vAlign w:val="center"/>
          </w:tcPr>
          <w:p w14:paraId="451B1407" w14:textId="29C81438" w:rsidR="00B517F1" w:rsidRPr="008358EA" w:rsidRDefault="00B517F1" w:rsidP="00B517F1">
            <w:pPr>
              <w:autoSpaceDE w:val="0"/>
              <w:autoSpaceDN w:val="0"/>
              <w:adjustRightInd w:val="0"/>
              <w:spacing w:line="240" w:lineRule="auto"/>
              <w:ind w:right="-1"/>
              <w:jc w:val="both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</w:rPr>
              <w:t>Sociální péče 3316/12</w:t>
            </w:r>
            <w:r w:rsidR="00B02FA5">
              <w:rPr>
                <w:rFonts w:cs="Arial"/>
                <w:sz w:val="20"/>
                <w:szCs w:val="20"/>
              </w:rPr>
              <w:t>a</w:t>
            </w:r>
            <w:r w:rsidRPr="008358EA">
              <w:rPr>
                <w:rFonts w:cs="Arial"/>
                <w:sz w:val="20"/>
                <w:szCs w:val="20"/>
              </w:rPr>
              <w:t>, 401 13 Ústí nad Labem, společnost zapsaná v obchodním rejstříku vedeném Krajským soudem v Ústí nad Labem pod spisovou značkou B 1550</w:t>
            </w:r>
          </w:p>
        </w:tc>
      </w:tr>
      <w:tr w:rsidR="00B517F1" w:rsidRPr="008358EA" w14:paraId="6DE6A600" w14:textId="77777777" w:rsidTr="00BB7475">
        <w:trPr>
          <w:trHeight w:val="567"/>
        </w:trPr>
        <w:tc>
          <w:tcPr>
            <w:tcW w:w="4111" w:type="dxa"/>
            <w:vAlign w:val="center"/>
          </w:tcPr>
          <w:p w14:paraId="2BAEBF23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</w:rPr>
              <w:t>IČO/DIČ</w:t>
            </w:r>
          </w:p>
        </w:tc>
        <w:tc>
          <w:tcPr>
            <w:tcW w:w="5953" w:type="dxa"/>
            <w:vAlign w:val="center"/>
          </w:tcPr>
          <w:p w14:paraId="69E76A51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</w:rPr>
              <w:t>25488627/CZ25488627</w:t>
            </w:r>
          </w:p>
        </w:tc>
      </w:tr>
      <w:tr w:rsidR="00B517F1" w:rsidRPr="008358EA" w14:paraId="4D47B0A1" w14:textId="77777777" w:rsidTr="00BB7475">
        <w:trPr>
          <w:trHeight w:val="567"/>
        </w:trPr>
        <w:tc>
          <w:tcPr>
            <w:tcW w:w="4111" w:type="dxa"/>
            <w:vAlign w:val="center"/>
          </w:tcPr>
          <w:p w14:paraId="447B4283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</w:rPr>
              <w:t>Osoba oprávněná jednat za zadavatele</w:t>
            </w:r>
          </w:p>
        </w:tc>
        <w:tc>
          <w:tcPr>
            <w:tcW w:w="5953" w:type="dxa"/>
            <w:vAlign w:val="center"/>
          </w:tcPr>
          <w:p w14:paraId="47B386D0" w14:textId="03E12954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bCs/>
                <w:sz w:val="20"/>
                <w:szCs w:val="20"/>
              </w:rPr>
              <w:t xml:space="preserve">MUDr. </w:t>
            </w:r>
            <w:r w:rsidR="00026592" w:rsidRPr="008358EA">
              <w:rPr>
                <w:rFonts w:cs="Arial"/>
                <w:bCs/>
                <w:sz w:val="20"/>
                <w:szCs w:val="20"/>
              </w:rPr>
              <w:t>Tomáš Hrubý</w:t>
            </w:r>
            <w:r w:rsidRPr="008358EA">
              <w:rPr>
                <w:rFonts w:cs="Arial"/>
                <w:bCs/>
                <w:sz w:val="20"/>
                <w:szCs w:val="20"/>
              </w:rPr>
              <w:t>, generální ředitel</w:t>
            </w:r>
          </w:p>
        </w:tc>
      </w:tr>
      <w:tr w:rsidR="00B517F1" w:rsidRPr="008358EA" w14:paraId="642D1622" w14:textId="77777777" w:rsidTr="00BB7475">
        <w:trPr>
          <w:trHeight w:val="284"/>
        </w:trPr>
        <w:tc>
          <w:tcPr>
            <w:tcW w:w="10064" w:type="dxa"/>
            <w:gridSpan w:val="2"/>
            <w:shd w:val="clear" w:color="auto" w:fill="DBE5F1" w:themeFill="accent1" w:themeFillTint="33"/>
            <w:vAlign w:val="center"/>
          </w:tcPr>
          <w:p w14:paraId="524FECE0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  <w:p w14:paraId="5F3F25CA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  <w:r w:rsidRPr="008358EA">
              <w:rPr>
                <w:rFonts w:cs="Arial"/>
                <w:b/>
                <w:sz w:val="20"/>
                <w:szCs w:val="20"/>
              </w:rPr>
              <w:t>Identifikace účastníka</w:t>
            </w:r>
          </w:p>
          <w:p w14:paraId="14999D1D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</w:tc>
      </w:tr>
      <w:tr w:rsidR="00B517F1" w:rsidRPr="008358EA" w14:paraId="7F91683F" w14:textId="77777777" w:rsidTr="00BB7475">
        <w:trPr>
          <w:trHeight w:val="567"/>
        </w:trPr>
        <w:tc>
          <w:tcPr>
            <w:tcW w:w="4111" w:type="dxa"/>
            <w:vAlign w:val="center"/>
          </w:tcPr>
          <w:p w14:paraId="30B703D3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</w:p>
          <w:p w14:paraId="781A7796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  <w:r w:rsidRPr="008358EA">
              <w:rPr>
                <w:rFonts w:cs="Arial"/>
                <w:b/>
                <w:sz w:val="20"/>
                <w:szCs w:val="20"/>
              </w:rPr>
              <w:t>Název</w:t>
            </w:r>
          </w:p>
          <w:p w14:paraId="2A6AAFB4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14:paraId="59E349C1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</w:p>
        </w:tc>
      </w:tr>
      <w:tr w:rsidR="00B517F1" w:rsidRPr="008358EA" w14:paraId="173FB185" w14:textId="77777777" w:rsidTr="00BB7475">
        <w:trPr>
          <w:trHeight w:val="567"/>
        </w:trPr>
        <w:tc>
          <w:tcPr>
            <w:tcW w:w="4111" w:type="dxa"/>
            <w:vAlign w:val="center"/>
          </w:tcPr>
          <w:p w14:paraId="085931C0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</w:rPr>
              <w:t>Sídlo</w:t>
            </w:r>
          </w:p>
        </w:tc>
        <w:tc>
          <w:tcPr>
            <w:tcW w:w="5953" w:type="dxa"/>
            <w:vAlign w:val="center"/>
          </w:tcPr>
          <w:p w14:paraId="60D645C6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</w:tc>
      </w:tr>
      <w:tr w:rsidR="00B517F1" w:rsidRPr="008358EA" w14:paraId="22540AC4" w14:textId="77777777" w:rsidTr="00BB7475">
        <w:trPr>
          <w:trHeight w:val="567"/>
        </w:trPr>
        <w:tc>
          <w:tcPr>
            <w:tcW w:w="4111" w:type="dxa"/>
            <w:vAlign w:val="center"/>
          </w:tcPr>
          <w:p w14:paraId="018A0713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</w:rPr>
              <w:t>Kategorie účetní jednotky</w:t>
            </w:r>
          </w:p>
          <w:p w14:paraId="273E0985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</w:rPr>
              <w:t>(dle Zákona o účetnictví 563/1991 Sb.)</w:t>
            </w:r>
          </w:p>
        </w:tc>
        <w:tc>
          <w:tcPr>
            <w:tcW w:w="5953" w:type="dxa"/>
            <w:vAlign w:val="center"/>
          </w:tcPr>
          <w:p w14:paraId="11FFEDD7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  <w:highlight w:val="yellow"/>
              </w:rPr>
              <w:t>mikro/malá/střední/velká</w:t>
            </w:r>
          </w:p>
        </w:tc>
      </w:tr>
      <w:tr w:rsidR="00B517F1" w:rsidRPr="008358EA" w14:paraId="384C933D" w14:textId="77777777" w:rsidTr="00BB7475">
        <w:trPr>
          <w:trHeight w:val="567"/>
        </w:trPr>
        <w:tc>
          <w:tcPr>
            <w:tcW w:w="4111" w:type="dxa"/>
            <w:vAlign w:val="center"/>
          </w:tcPr>
          <w:p w14:paraId="0D2DBF23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</w:rPr>
              <w:t>IČO</w:t>
            </w:r>
          </w:p>
        </w:tc>
        <w:tc>
          <w:tcPr>
            <w:tcW w:w="5953" w:type="dxa"/>
            <w:vAlign w:val="center"/>
          </w:tcPr>
          <w:p w14:paraId="2F0A46D8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</w:tc>
      </w:tr>
      <w:tr w:rsidR="00B517F1" w:rsidRPr="008358EA" w14:paraId="115807C2" w14:textId="77777777" w:rsidTr="00BB7475">
        <w:trPr>
          <w:trHeight w:val="567"/>
        </w:trPr>
        <w:tc>
          <w:tcPr>
            <w:tcW w:w="4111" w:type="dxa"/>
            <w:vAlign w:val="center"/>
          </w:tcPr>
          <w:p w14:paraId="6CB96748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</w:rPr>
              <w:t>DIČ</w:t>
            </w:r>
          </w:p>
        </w:tc>
        <w:tc>
          <w:tcPr>
            <w:tcW w:w="5953" w:type="dxa"/>
            <w:vAlign w:val="center"/>
          </w:tcPr>
          <w:p w14:paraId="1FBC2EB1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</w:tc>
      </w:tr>
      <w:tr w:rsidR="00B517F1" w:rsidRPr="008358EA" w14:paraId="74A1A372" w14:textId="77777777" w:rsidTr="00BB7475">
        <w:trPr>
          <w:trHeight w:val="567"/>
        </w:trPr>
        <w:tc>
          <w:tcPr>
            <w:tcW w:w="4111" w:type="dxa"/>
            <w:vAlign w:val="center"/>
          </w:tcPr>
          <w:p w14:paraId="792E4D94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</w:rPr>
              <w:t>Oprávněná osoba jednat jménem či za účastníka</w:t>
            </w:r>
          </w:p>
        </w:tc>
        <w:tc>
          <w:tcPr>
            <w:tcW w:w="5953" w:type="dxa"/>
            <w:vAlign w:val="center"/>
          </w:tcPr>
          <w:p w14:paraId="00631823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</w:tc>
      </w:tr>
      <w:tr w:rsidR="00B517F1" w:rsidRPr="008358EA" w14:paraId="56028B8D" w14:textId="77777777" w:rsidTr="00BB7475">
        <w:trPr>
          <w:trHeight w:val="567"/>
        </w:trPr>
        <w:tc>
          <w:tcPr>
            <w:tcW w:w="4111" w:type="dxa"/>
            <w:vAlign w:val="center"/>
          </w:tcPr>
          <w:p w14:paraId="7808371C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</w:rPr>
              <w:t>Kontaktní osoba</w:t>
            </w:r>
          </w:p>
        </w:tc>
        <w:tc>
          <w:tcPr>
            <w:tcW w:w="5953" w:type="dxa"/>
            <w:vAlign w:val="center"/>
          </w:tcPr>
          <w:p w14:paraId="6E372E92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</w:tc>
      </w:tr>
      <w:tr w:rsidR="00B517F1" w:rsidRPr="008358EA" w14:paraId="06422A13" w14:textId="77777777" w:rsidTr="00BB7475">
        <w:trPr>
          <w:trHeight w:val="567"/>
        </w:trPr>
        <w:tc>
          <w:tcPr>
            <w:tcW w:w="4111" w:type="dxa"/>
            <w:vAlign w:val="center"/>
          </w:tcPr>
          <w:p w14:paraId="3AB08B72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</w:rPr>
              <w:t>Telefon, e-mail</w:t>
            </w:r>
          </w:p>
        </w:tc>
        <w:tc>
          <w:tcPr>
            <w:tcW w:w="5953" w:type="dxa"/>
            <w:vAlign w:val="center"/>
          </w:tcPr>
          <w:p w14:paraId="21E26B7C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</w:tc>
      </w:tr>
    </w:tbl>
    <w:p w14:paraId="7F5A17A3" w14:textId="2928A116" w:rsidR="00B517F1" w:rsidRPr="008358EA" w:rsidRDefault="00B517F1" w:rsidP="00B517F1">
      <w:pPr>
        <w:spacing w:before="240" w:line="240" w:lineRule="auto"/>
        <w:ind w:right="-1"/>
        <w:jc w:val="both"/>
        <w:rPr>
          <w:rFonts w:cs="Arial"/>
          <w:sz w:val="20"/>
          <w:szCs w:val="20"/>
        </w:rPr>
      </w:pPr>
      <w:r w:rsidRPr="008358EA">
        <w:rPr>
          <w:rFonts w:cs="Arial"/>
          <w:i/>
          <w:sz w:val="20"/>
          <w:szCs w:val="20"/>
        </w:rPr>
        <w:t>.</w:t>
      </w:r>
      <w:r w:rsidRPr="008358EA">
        <w:rPr>
          <w:rFonts w:cs="Arial"/>
          <w:sz w:val="20"/>
          <w:szCs w:val="20"/>
        </w:rPr>
        <w:t xml:space="preserve"> </w:t>
      </w:r>
    </w:p>
    <w:p w14:paraId="31C82988" w14:textId="16B87EF2" w:rsidR="00B517F1" w:rsidRPr="008358EA" w:rsidRDefault="00B517F1" w:rsidP="00AE601E">
      <w:pPr>
        <w:snapToGrid w:val="0"/>
        <w:spacing w:after="120" w:line="240" w:lineRule="auto"/>
        <w:ind w:right="-1"/>
        <w:rPr>
          <w:rFonts w:cs="Arial"/>
          <w:sz w:val="20"/>
          <w:szCs w:val="20"/>
        </w:rPr>
      </w:pPr>
      <w:r w:rsidRPr="008358EA">
        <w:rPr>
          <w:rFonts w:cs="Arial"/>
          <w:sz w:val="20"/>
          <w:szCs w:val="20"/>
        </w:rPr>
        <w:t>V …………… dne ……………</w:t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  <w:t>……………………………………………</w:t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  <w:highlight w:val="yellow"/>
        </w:rPr>
        <w:t>Jméno, podpis</w:t>
      </w:r>
    </w:p>
    <w:sectPr w:rsidR="00B517F1" w:rsidRPr="008358EA" w:rsidSect="008F4F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35" w:right="849" w:bottom="204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405FE" w14:textId="77777777" w:rsidR="00116378" w:rsidRDefault="00116378" w:rsidP="004A044C">
      <w:pPr>
        <w:spacing w:line="240" w:lineRule="auto"/>
      </w:pPr>
      <w:r>
        <w:separator/>
      </w:r>
    </w:p>
  </w:endnote>
  <w:endnote w:type="continuationSeparator" w:id="0">
    <w:p w14:paraId="7D10DF27" w14:textId="77777777" w:rsidR="00116378" w:rsidRDefault="00116378" w:rsidP="004A04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18E2" w14:textId="77777777" w:rsidR="00F06A0F" w:rsidRDefault="00F06A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3536F" w14:textId="77777777" w:rsidR="00240FFA" w:rsidRDefault="00125813" w:rsidP="00E01B24">
    <w:pPr>
      <w:pStyle w:val="Zpat"/>
      <w:ind w:left="709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E09CC53" wp14:editId="08F080BF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A0A629C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IČO: 25488627</w:t>
                          </w:r>
                        </w:p>
                        <w:p w14:paraId="4B75A801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DIČ: CZ25488627</w:t>
                          </w:r>
                        </w:p>
                        <w:p w14:paraId="7BBB0414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09CC53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" filled="f" stroked="f">
              <v:textbox>
                <w:txbxContent>
                  <w:p w14:paraId="0A0A629C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IČO: 25488627</w:t>
                    </w:r>
                  </w:p>
                  <w:p w14:paraId="4B75A801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DIČ: CZ25488627</w:t>
                    </w:r>
                  </w:p>
                  <w:p w14:paraId="7BBB0414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ID DS: 5gueuef</w:t>
                    </w:r>
                  </w:p>
                </w:txbxContent>
              </v:textbox>
            </v:shape>
          </w:pict>
        </mc:Fallback>
      </mc:AlternateContent>
    </w:r>
    <w:r w:rsidR="006F2635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D87C4C8" wp14:editId="2C94D246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486135B" id="Přímá spojnice 1633705525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" strokecolor="#00a7ff"/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45381F2" wp14:editId="72AD1BCB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267A1CB" w14:textId="77777777" w:rsidR="00240FFA" w:rsidRPr="00AB233A" w:rsidRDefault="00240FFA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 w:rsidRPr="00AB233A">
                            <w:rPr>
                              <w:szCs w:val="16"/>
                            </w:rPr>
                            <w:t xml:space="preserve">Krajská zdravotní, a.s. </w:t>
                          </w:r>
                        </w:p>
                        <w:p w14:paraId="5CB6A955" w14:textId="77777777" w:rsidR="000A73EC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>Sociální péče 3316/12A</w:t>
                          </w:r>
                        </w:p>
                        <w:p w14:paraId="668B11BF" w14:textId="25D37505" w:rsidR="00240FFA" w:rsidRPr="00AB233A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>401 13 Ústí n</w:t>
                          </w:r>
                          <w:r w:rsidR="00F06A0F">
                            <w:rPr>
                              <w:szCs w:val="16"/>
                            </w:rPr>
                            <w:t>a</w:t>
                          </w:r>
                          <w:r>
                            <w:rPr>
                              <w:szCs w:val="16"/>
                            </w:rPr>
                            <w:t>d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45381F2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7" type="#_x0000_t202" style="position:absolute;left:0;text-align:left;margin-left:-11.25pt;margin-top:-19.15pt;width:193.9pt;height:48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t17Kl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14:paraId="0267A1CB" w14:textId="77777777" w:rsidR="00240FFA" w:rsidRPr="00AB233A" w:rsidRDefault="00240FFA" w:rsidP="00240FFA">
                    <w:pPr>
                      <w:pStyle w:val="textzapati"/>
                      <w:rPr>
                        <w:szCs w:val="16"/>
                      </w:rPr>
                    </w:pPr>
                    <w:r w:rsidRPr="00AB233A">
                      <w:rPr>
                        <w:szCs w:val="16"/>
                      </w:rPr>
                      <w:t xml:space="preserve">Krajská zdravotní, a.s. </w:t>
                    </w:r>
                  </w:p>
                  <w:p w14:paraId="5CB6A955" w14:textId="77777777" w:rsidR="000A73EC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>Sociální péče 3316/12A</w:t>
                    </w:r>
                  </w:p>
                  <w:p w14:paraId="668B11BF" w14:textId="25D37505" w:rsidR="00240FFA" w:rsidRPr="00AB233A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>401 13 Ústí n</w:t>
                    </w:r>
                    <w:r w:rsidR="00F06A0F">
                      <w:rPr>
                        <w:szCs w:val="16"/>
                      </w:rPr>
                      <w:t>a</w:t>
                    </w:r>
                    <w:r>
                      <w:rPr>
                        <w:szCs w:val="16"/>
                      </w:rPr>
                      <w:t>d Labem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61036C0" wp14:editId="67115544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631C80" w14:textId="77777777" w:rsidR="00240FFA" w:rsidRPr="00240FFA" w:rsidRDefault="00240FFA" w:rsidP="00932EB1">
                          <w:pPr>
                            <w:pStyle w:val="textzapati"/>
                          </w:pPr>
                          <w:r w:rsidRPr="00240FFA">
                            <w:t xml:space="preserve">+420 </w:t>
                          </w:r>
                          <w:r w:rsidRPr="00540947">
                            <w:t>477</w:t>
                          </w:r>
                          <w:r w:rsidRPr="00240FFA">
                            <w:t xml:space="preserve"> </w:t>
                          </w:r>
                          <w:r w:rsidR="000A73EC">
                            <w:t>111</w:t>
                          </w:r>
                          <w:r w:rsidRPr="00240FFA">
                            <w:t xml:space="preserve"> </w:t>
                          </w:r>
                          <w:r w:rsidR="00241EAC">
                            <w:t>111</w:t>
                          </w:r>
                        </w:p>
                        <w:p w14:paraId="0C48FE3F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ePodatelna@kzcr.eu</w:t>
                          </w:r>
                        </w:p>
                        <w:p w14:paraId="674E6B05" w14:textId="77777777" w:rsidR="00240FFA" w:rsidRPr="00240FFA" w:rsidRDefault="00D47E6C" w:rsidP="00240FFA">
                          <w:pPr>
                            <w:pStyle w:val="textzapati"/>
                          </w:pPr>
                          <w:r>
                            <w:t xml:space="preserve">č.ú.: </w:t>
                          </w:r>
                          <w:r w:rsidR="00240FFA" w:rsidRPr="00240FFA">
                            <w:t>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61036C0" id="Textové pole 976648098" o:spid="_x0000_s1028" type="#_x0000_t202" style="position:absolute;left:0;text-align:left;margin-left:194pt;margin-top:-19pt;width:97.9pt;height:51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" filled="f" stroked="f">
              <v:textbox>
                <w:txbxContent>
                  <w:p w14:paraId="03631C80" w14:textId="77777777" w:rsidR="00240FFA" w:rsidRPr="00240FFA" w:rsidRDefault="00240FFA" w:rsidP="00932EB1">
                    <w:pPr>
                      <w:pStyle w:val="textzapati"/>
                    </w:pPr>
                    <w:r w:rsidRPr="00240FFA">
                      <w:t xml:space="preserve">+420 </w:t>
                    </w:r>
                    <w:r w:rsidRPr="00540947">
                      <w:t>477</w:t>
                    </w:r>
                    <w:r w:rsidRPr="00240FFA">
                      <w:t xml:space="preserve"> </w:t>
                    </w:r>
                    <w:r w:rsidR="000A73EC">
                      <w:t>111</w:t>
                    </w:r>
                    <w:r w:rsidRPr="00240FFA">
                      <w:t xml:space="preserve"> </w:t>
                    </w:r>
                    <w:r w:rsidR="00241EAC">
                      <w:t>111</w:t>
                    </w:r>
                  </w:p>
                  <w:p w14:paraId="0C48FE3F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ePodatelna@kzcr.eu</w:t>
                    </w:r>
                  </w:p>
                  <w:p w14:paraId="674E6B05" w14:textId="77777777" w:rsidR="00240FFA" w:rsidRPr="00240FFA" w:rsidRDefault="00D47E6C" w:rsidP="00240FFA">
                    <w:pPr>
                      <w:pStyle w:val="textzapati"/>
                    </w:pPr>
                    <w:proofErr w:type="spellStart"/>
                    <w:r>
                      <w:t>č.ú</w:t>
                    </w:r>
                    <w:proofErr w:type="spellEnd"/>
                    <w:r>
                      <w:t xml:space="preserve">.: </w:t>
                    </w:r>
                    <w:r w:rsidR="00240FFA" w:rsidRPr="00240FFA">
                      <w:t>216686400/0300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F00F2BD" wp14:editId="026CF8C2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8CC320F" id="Přímá spojnice 120716088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" strokecolor="#00a7ff"/>
          </w:pict>
        </mc:Fallback>
      </mc:AlternateContent>
    </w:r>
    <w:r w:rsidR="00AB233A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298FD184" wp14:editId="0D6580C9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1766013564" name="Obrázek 1766013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8DEFE" w14:textId="77777777" w:rsidR="00F06A0F" w:rsidRDefault="00F06A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836E6" w14:textId="77777777" w:rsidR="00116378" w:rsidRDefault="00116378" w:rsidP="004A044C">
      <w:pPr>
        <w:spacing w:line="240" w:lineRule="auto"/>
      </w:pPr>
      <w:r>
        <w:separator/>
      </w:r>
    </w:p>
  </w:footnote>
  <w:footnote w:type="continuationSeparator" w:id="0">
    <w:p w14:paraId="36F72286" w14:textId="77777777" w:rsidR="00116378" w:rsidRDefault="00116378" w:rsidP="004A04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51A5F" w14:textId="77777777" w:rsidR="00F06A0F" w:rsidRDefault="00F06A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36409" w14:textId="77777777" w:rsidR="004A044C" w:rsidRDefault="008F4FC4" w:rsidP="008F4FC4">
    <w:pPr>
      <w:pStyle w:val="Zhlav"/>
      <w:tabs>
        <w:tab w:val="clear" w:pos="4536"/>
        <w:tab w:val="clear" w:pos="9072"/>
        <w:tab w:val="right" w:pos="9923"/>
      </w:tabs>
    </w:pPr>
    <w:r>
      <w:rPr>
        <w:color w:val="A6A6A6" w:themeColor="background1" w:themeShade="A6"/>
        <w:sz w:val="16"/>
        <w:szCs w:val="16"/>
      </w:rPr>
      <w:tab/>
    </w:r>
    <w:r w:rsidRPr="000D32EA">
      <w:rPr>
        <w:color w:val="A6A6A6" w:themeColor="background1" w:themeShade="A6"/>
        <w:sz w:val="16"/>
        <w:szCs w:val="16"/>
      </w:rPr>
      <w:t xml:space="preserve">Stránka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PAGE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Pr="000D32EA">
      <w:rPr>
        <w:color w:val="A6A6A6" w:themeColor="background1" w:themeShade="A6"/>
        <w:sz w:val="16"/>
        <w:szCs w:val="16"/>
      </w:rPr>
      <w:t xml:space="preserve"> z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NUMPAGES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="000A73EC"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1D6F2E93" wp14:editId="4D5A8A21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1928592975" name="Obrázek 1928592975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1B24" w:rsidRPr="0031358D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571EDD4" wp14:editId="1EBDAFB1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2069F0" id="Přímá spojnice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" strokecolor="#00a7ff" strokeweight=".4pt">
              <w10:wrap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0A397" w14:textId="77777777" w:rsidR="00F06A0F" w:rsidRDefault="00F06A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37.3pt;height:37.3pt;visibility:visible;mso-wrap-style:square" o:bullet="t">
        <v:imagedata r:id="rId1" o:title=""/>
      </v:shape>
    </w:pict>
  </w:numPicBullet>
  <w:abstractNum w:abstractNumId="0" w15:restartNumberingAfterBreak="0">
    <w:nsid w:val="213E7CC2"/>
    <w:multiLevelType w:val="hybridMultilevel"/>
    <w:tmpl w:val="DA8A7164"/>
    <w:lvl w:ilvl="0" w:tplc="ACC0DA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6651C"/>
    <w:multiLevelType w:val="hybridMultilevel"/>
    <w:tmpl w:val="66E2673E"/>
    <w:lvl w:ilvl="0" w:tplc="9D66F58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intPostScriptOverText/>
  <w:attachedTemplate r:id="rId1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DF8"/>
    <w:rsid w:val="00003697"/>
    <w:rsid w:val="00013DE8"/>
    <w:rsid w:val="00026592"/>
    <w:rsid w:val="00047F4E"/>
    <w:rsid w:val="0006616C"/>
    <w:rsid w:val="000725D6"/>
    <w:rsid w:val="00073CCE"/>
    <w:rsid w:val="00085801"/>
    <w:rsid w:val="000A73EC"/>
    <w:rsid w:val="000C4F3C"/>
    <w:rsid w:val="000C7F59"/>
    <w:rsid w:val="000F7A22"/>
    <w:rsid w:val="00101773"/>
    <w:rsid w:val="00104BF7"/>
    <w:rsid w:val="00116378"/>
    <w:rsid w:val="00125813"/>
    <w:rsid w:val="00147316"/>
    <w:rsid w:val="0019191E"/>
    <w:rsid w:val="001C39F1"/>
    <w:rsid w:val="001E3FEB"/>
    <w:rsid w:val="00214908"/>
    <w:rsid w:val="00221431"/>
    <w:rsid w:val="00240FFA"/>
    <w:rsid w:val="00241EAC"/>
    <w:rsid w:val="00260DDE"/>
    <w:rsid w:val="0026591C"/>
    <w:rsid w:val="0031358D"/>
    <w:rsid w:val="00331F3A"/>
    <w:rsid w:val="00353FB2"/>
    <w:rsid w:val="00392423"/>
    <w:rsid w:val="003B3991"/>
    <w:rsid w:val="003D4DF8"/>
    <w:rsid w:val="004040C6"/>
    <w:rsid w:val="00462009"/>
    <w:rsid w:val="0047111E"/>
    <w:rsid w:val="004A044C"/>
    <w:rsid w:val="004A68D9"/>
    <w:rsid w:val="004C6686"/>
    <w:rsid w:val="00506218"/>
    <w:rsid w:val="00507B10"/>
    <w:rsid w:val="00540947"/>
    <w:rsid w:val="00580EDE"/>
    <w:rsid w:val="005964DC"/>
    <w:rsid w:val="005A2C71"/>
    <w:rsid w:val="005B402A"/>
    <w:rsid w:val="005C64DB"/>
    <w:rsid w:val="005E3326"/>
    <w:rsid w:val="006152E7"/>
    <w:rsid w:val="00657FE1"/>
    <w:rsid w:val="006A1051"/>
    <w:rsid w:val="006C53A2"/>
    <w:rsid w:val="006E2395"/>
    <w:rsid w:val="006F2635"/>
    <w:rsid w:val="0071483B"/>
    <w:rsid w:val="007476D3"/>
    <w:rsid w:val="008070D0"/>
    <w:rsid w:val="00824631"/>
    <w:rsid w:val="00830421"/>
    <w:rsid w:val="00832662"/>
    <w:rsid w:val="008358EA"/>
    <w:rsid w:val="008650CD"/>
    <w:rsid w:val="0088242C"/>
    <w:rsid w:val="008E311B"/>
    <w:rsid w:val="008F4FC4"/>
    <w:rsid w:val="008F6A0E"/>
    <w:rsid w:val="00932EB1"/>
    <w:rsid w:val="009876AE"/>
    <w:rsid w:val="009969EB"/>
    <w:rsid w:val="009A699B"/>
    <w:rsid w:val="009D19DB"/>
    <w:rsid w:val="00A037B7"/>
    <w:rsid w:val="00A15D6B"/>
    <w:rsid w:val="00A31EB3"/>
    <w:rsid w:val="00A77944"/>
    <w:rsid w:val="00AA676B"/>
    <w:rsid w:val="00AB233A"/>
    <w:rsid w:val="00AB3597"/>
    <w:rsid w:val="00AE601E"/>
    <w:rsid w:val="00AF22E6"/>
    <w:rsid w:val="00B02FA5"/>
    <w:rsid w:val="00B04E80"/>
    <w:rsid w:val="00B25962"/>
    <w:rsid w:val="00B34585"/>
    <w:rsid w:val="00B517F1"/>
    <w:rsid w:val="00BA0091"/>
    <w:rsid w:val="00BC0A5A"/>
    <w:rsid w:val="00BC3DEA"/>
    <w:rsid w:val="00C070C0"/>
    <w:rsid w:val="00C207E1"/>
    <w:rsid w:val="00C26BA0"/>
    <w:rsid w:val="00C7652B"/>
    <w:rsid w:val="00CC227C"/>
    <w:rsid w:val="00CE2490"/>
    <w:rsid w:val="00D21F38"/>
    <w:rsid w:val="00D22279"/>
    <w:rsid w:val="00D271E1"/>
    <w:rsid w:val="00D47E6C"/>
    <w:rsid w:val="00D6067A"/>
    <w:rsid w:val="00D7639E"/>
    <w:rsid w:val="00D9237F"/>
    <w:rsid w:val="00DB52CE"/>
    <w:rsid w:val="00DE56F9"/>
    <w:rsid w:val="00E01B24"/>
    <w:rsid w:val="00E1346F"/>
    <w:rsid w:val="00E3756C"/>
    <w:rsid w:val="00E87CBA"/>
    <w:rsid w:val="00E94005"/>
    <w:rsid w:val="00EE60B1"/>
    <w:rsid w:val="00EE60F2"/>
    <w:rsid w:val="00F06A0F"/>
    <w:rsid w:val="00F37091"/>
    <w:rsid w:val="00FC7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55FF9B"/>
  <w15:docId w15:val="{EC4CC010-5FBA-4D11-B2F0-9A3E25BE6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69EB"/>
    <w:pPr>
      <w:spacing w:after="0" w:line="360" w:lineRule="auto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0F7A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21F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zapati">
    <w:name w:val="text zapati"/>
    <w:basedOn w:val="Normln"/>
    <w:next w:val="Normln"/>
    <w:link w:val="textzapatiChar"/>
    <w:qFormat/>
    <w:rsid w:val="00240FFA"/>
    <w:rPr>
      <w:rFonts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sid w:val="00240FFA"/>
    <w:rPr>
      <w:rFonts w:ascii="Arial" w:hAnsi="Arial"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Nadpis1Char">
    <w:name w:val="Nadpis 1 Char"/>
    <w:basedOn w:val="Standardnpsmoodstavce"/>
    <w:link w:val="Nadpis1"/>
    <w:uiPriority w:val="9"/>
    <w:rsid w:val="000F7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0F7A22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F7A22"/>
    <w:pPr>
      <w:ind w:left="720"/>
      <w:contextualSpacing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53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53A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044C"/>
  </w:style>
  <w:style w:type="paragraph" w:styleId="Zpat">
    <w:name w:val="footer"/>
    <w:basedOn w:val="Normln"/>
    <w:link w:val="Zpat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044C"/>
  </w:style>
  <w:style w:type="character" w:styleId="Zstupntext">
    <w:name w:val="Placeholder Text"/>
    <w:basedOn w:val="Standardnpsmoodstavce"/>
    <w:uiPriority w:val="99"/>
    <w:rsid w:val="00D9237F"/>
    <w:rPr>
      <w:color w:val="808080"/>
    </w:rPr>
  </w:style>
  <w:style w:type="paragraph" w:customStyle="1" w:styleId="Adresa">
    <w:name w:val="Adresa"/>
    <w:basedOn w:val="Bezmezer"/>
    <w:qFormat/>
    <w:rsid w:val="00580EDE"/>
    <w:pPr>
      <w:tabs>
        <w:tab w:val="left" w:pos="1675"/>
      </w:tabs>
      <w:spacing w:line="240" w:lineRule="exact"/>
    </w:pPr>
    <w:rPr>
      <w:rFonts w:ascii="Arial" w:hAnsi="Arial"/>
      <w:bCs/>
      <w:sz w:val="20"/>
      <w:szCs w:val="19"/>
    </w:rPr>
  </w:style>
  <w:style w:type="paragraph" w:customStyle="1" w:styleId="Identifikace">
    <w:name w:val="Identifikace"/>
    <w:basedOn w:val="Normln"/>
    <w:uiPriority w:val="3"/>
    <w:qFormat/>
    <w:rsid w:val="009969EB"/>
    <w:pPr>
      <w:spacing w:after="40" w:line="240" w:lineRule="exact"/>
    </w:pPr>
    <w:rPr>
      <w:rFonts w:ascii="Century Gothic" w:hAnsi="Century Gothic"/>
      <w:bCs/>
      <w:color w:val="000000" w:themeColor="text1"/>
      <w:kern w:val="20"/>
      <w:szCs w:val="20"/>
      <w:lang w:eastAsia="ja-JP"/>
    </w:rPr>
  </w:style>
  <w:style w:type="paragraph" w:customStyle="1" w:styleId="textdopisu">
    <w:name w:val="text dopisu"/>
    <w:basedOn w:val="Normln"/>
    <w:link w:val="textdopisuChar"/>
    <w:qFormat/>
    <w:rsid w:val="00D21F38"/>
    <w:pPr>
      <w:tabs>
        <w:tab w:val="left" w:pos="567"/>
      </w:tabs>
      <w:spacing w:after="120"/>
    </w:pPr>
    <w:rPr>
      <w:rFonts w:eastAsia="Century Schoolbook" w:cs="Times New Roman"/>
      <w:color w:val="414751"/>
      <w:szCs w:val="20"/>
      <w:lang w:eastAsia="cs-CZ"/>
    </w:rPr>
  </w:style>
  <w:style w:type="character" w:customStyle="1" w:styleId="textdopisuChar">
    <w:name w:val="text dopisu Char"/>
    <w:basedOn w:val="Standardnpsmoodstavce"/>
    <w:link w:val="textdopisu"/>
    <w:rsid w:val="00D21F38"/>
    <w:rPr>
      <w:rFonts w:ascii="Arial" w:eastAsia="Century Schoolbook" w:hAnsi="Arial" w:cs="Times New Roman"/>
      <w:color w:val="414751"/>
      <w:sz w:val="1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21F3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racovnzaazen">
    <w:name w:val="Pracovní zařazení"/>
    <w:basedOn w:val="Podpis"/>
    <w:qFormat/>
    <w:rsid w:val="00D21F38"/>
    <w:pPr>
      <w:spacing w:line="240" w:lineRule="exact"/>
      <w:ind w:left="0"/>
      <w:contextualSpacing/>
    </w:pPr>
    <w:rPr>
      <w:rFonts w:ascii="Century Gothic" w:hAnsi="Century Gothic"/>
      <w:bCs/>
      <w:kern w:val="20"/>
      <w:sz w:val="20"/>
      <w:szCs w:val="20"/>
      <w:lang w:eastAsia="ja-JP"/>
    </w:rPr>
  </w:style>
  <w:style w:type="paragraph" w:styleId="Podpis">
    <w:name w:val="Signature"/>
    <w:basedOn w:val="Normln"/>
    <w:link w:val="PodpisChar"/>
    <w:uiPriority w:val="7"/>
    <w:unhideWhenUsed/>
    <w:qFormat/>
    <w:rsid w:val="00D21F38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7"/>
    <w:rsid w:val="00D21F38"/>
    <w:rPr>
      <w:rFonts w:ascii="Arial" w:hAnsi="Arial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6152E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152E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152E7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152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152E7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.sedlak\Desktop\KZ-UL-dopisni%20A4-RD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3ED78-2CE7-47D8-A19D-8D938A9DF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KZ-UL-dopisni A4-RD</Template>
  <TotalTime>18</TotalTime>
  <Pages>1</Pages>
  <Words>118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sdfklsdfkjksdfjkljsdklfjksdfkljksdf</dc:subject>
  <dc:creator>Sedlák Marek</dc:creator>
  <cp:keywords/>
  <dc:description/>
  <cp:lastModifiedBy>Knotková Jana</cp:lastModifiedBy>
  <cp:revision>28</cp:revision>
  <cp:lastPrinted>2025-02-20T13:28:00Z</cp:lastPrinted>
  <dcterms:created xsi:type="dcterms:W3CDTF">2025-05-21T06:59:00Z</dcterms:created>
  <dcterms:modified xsi:type="dcterms:W3CDTF">2025-07-14T09:35:00Z</dcterms:modified>
</cp:coreProperties>
</file>